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BCF0D6D" w:rsidR="0033636C" w:rsidRPr="00D065C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D065C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065C4" w:rsidRPr="00D065C4">
            <w:rPr>
              <w:rFonts w:ascii="Times New Roman" w:hAnsi="Times New Roman"/>
              <w:sz w:val="28"/>
              <w:szCs w:val="28"/>
            </w:rPr>
            <w:t>24 октября 2025 года</w:t>
          </w:r>
        </w:sdtContent>
      </w:sdt>
      <w:r w:rsidRPr="00D065C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065C4" w:rsidRPr="00D065C4">
            <w:rPr>
              <w:rFonts w:ascii="Times New Roman" w:hAnsi="Times New Roman"/>
              <w:sz w:val="28"/>
              <w:szCs w:val="28"/>
            </w:rPr>
            <w:t>726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1BA1698" w14:textId="77777777" w:rsidR="00E821B2" w:rsidRDefault="00E821B2" w:rsidP="00E82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  <w:r w:rsidRPr="00F63048">
        <w:rPr>
          <w:rFonts w:ascii="Times New Roman" w:hAnsi="Times New Roman"/>
          <w:b/>
          <w:sz w:val="28"/>
          <w:szCs w:val="28"/>
        </w:rPr>
        <w:t xml:space="preserve">проведения оценки регулирующего воздействия, оценки фактического воздействия </w:t>
      </w:r>
    </w:p>
    <w:p w14:paraId="7B017B9D" w14:textId="77777777" w:rsidR="00E821B2" w:rsidRDefault="00E821B2" w:rsidP="00E82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048">
        <w:rPr>
          <w:rFonts w:ascii="Times New Roman" w:hAnsi="Times New Roman"/>
          <w:b/>
          <w:sz w:val="28"/>
          <w:szCs w:val="28"/>
        </w:rPr>
        <w:t xml:space="preserve">проектов нормативных правовых актов муниципального образования </w:t>
      </w:r>
    </w:p>
    <w:p w14:paraId="02F0314C" w14:textId="77777777" w:rsidR="00E821B2" w:rsidRPr="00F63048" w:rsidRDefault="00E821B2" w:rsidP="00E82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048">
        <w:rPr>
          <w:rFonts w:ascii="Times New Roman" w:hAnsi="Times New Roman"/>
          <w:b/>
          <w:sz w:val="28"/>
          <w:szCs w:val="28"/>
        </w:rPr>
        <w:t xml:space="preserve">Ногликский муниципальный округ Сахалинской области </w:t>
      </w:r>
    </w:p>
    <w:p w14:paraId="539FDC71" w14:textId="77777777" w:rsidR="00E821B2" w:rsidRDefault="00E821B2" w:rsidP="00E82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048">
        <w:rPr>
          <w:rFonts w:ascii="Times New Roman" w:hAnsi="Times New Roman"/>
          <w:b/>
          <w:sz w:val="28"/>
          <w:szCs w:val="28"/>
        </w:rPr>
        <w:t xml:space="preserve">и экспертизы нормативных правовых актов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Pr="00F63048">
        <w:rPr>
          <w:rFonts w:ascii="Times New Roman" w:hAnsi="Times New Roman"/>
          <w:b/>
          <w:sz w:val="28"/>
          <w:szCs w:val="28"/>
        </w:rPr>
        <w:t xml:space="preserve">Ногликский муниципальный округ </w:t>
      </w:r>
    </w:p>
    <w:p w14:paraId="0DCF5580" w14:textId="72BD8B74" w:rsidR="0033636C" w:rsidRPr="00E821B2" w:rsidRDefault="00E821B2" w:rsidP="00E82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048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0DCF558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930862" w14:textId="70280BCB" w:rsidR="00E821B2" w:rsidRDefault="00E821B2" w:rsidP="00547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В соответствии со стать</w:t>
      </w:r>
      <w:r>
        <w:rPr>
          <w:rFonts w:ascii="Times New Roman" w:hAnsi="Times New Roman"/>
          <w:sz w:val="28"/>
          <w:szCs w:val="28"/>
        </w:rPr>
        <w:t>ей 52 Федерального закона от 20.03.2025</w:t>
      </w:r>
      <w:r w:rsidRPr="00924B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№ 33</w:t>
      </w:r>
      <w:r w:rsidRPr="00924B3C">
        <w:rPr>
          <w:rFonts w:ascii="Times New Roman" w:hAnsi="Times New Roman"/>
          <w:sz w:val="28"/>
          <w:szCs w:val="28"/>
        </w:rPr>
        <w:t xml:space="preserve">-ФЗ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Pr="00924B3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единой системе публичной власти</w:t>
      </w:r>
      <w:r w:rsidRPr="00924B3C">
        <w:rPr>
          <w:rFonts w:ascii="Times New Roman" w:hAnsi="Times New Roman"/>
          <w:sz w:val="28"/>
          <w:szCs w:val="28"/>
        </w:rPr>
        <w:t>», Законом Сахалинс</w:t>
      </w:r>
      <w:r>
        <w:rPr>
          <w:rFonts w:ascii="Times New Roman" w:hAnsi="Times New Roman"/>
          <w:sz w:val="28"/>
          <w:szCs w:val="28"/>
        </w:rPr>
        <w:t xml:space="preserve">кой области </w:t>
      </w:r>
      <w:r w:rsidR="005470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06.03.2017 </w:t>
      </w:r>
      <w:r w:rsidRPr="00924B3C">
        <w:rPr>
          <w:rFonts w:ascii="Times New Roman" w:hAnsi="Times New Roman"/>
          <w:sz w:val="28"/>
          <w:szCs w:val="28"/>
        </w:rPr>
        <w:t xml:space="preserve">№ 15-ЗО «Об оценке регулирующего воздействия проектов муниципальных нормативных правовых актов и экспертизе муниципальных нормативных правовых актов в Сахалинской области»,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24B3C">
        <w:rPr>
          <w:rFonts w:ascii="Times New Roman" w:hAnsi="Times New Roman"/>
          <w:sz w:val="28"/>
          <w:szCs w:val="28"/>
        </w:rPr>
        <w:t xml:space="preserve"> </w:t>
      </w:r>
      <w:r w:rsidRPr="00924B3C">
        <w:rPr>
          <w:rFonts w:ascii="Times New Roman" w:hAnsi="Times New Roman"/>
          <w:b/>
          <w:sz w:val="28"/>
          <w:szCs w:val="28"/>
        </w:rPr>
        <w:t>ПОСТАНОВЛЯЕТ:</w:t>
      </w:r>
    </w:p>
    <w:p w14:paraId="2FB58CB7" w14:textId="77777777" w:rsidR="00E821B2" w:rsidRDefault="00E821B2" w:rsidP="00547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порядок</w:t>
      </w:r>
      <w:r w:rsidRPr="0036097D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воздействия, о</w:t>
      </w:r>
      <w:r>
        <w:rPr>
          <w:rFonts w:ascii="Times New Roman" w:hAnsi="Times New Roman"/>
          <w:sz w:val="28"/>
          <w:szCs w:val="28"/>
        </w:rPr>
        <w:t xml:space="preserve">ценки фактического воздействия </w:t>
      </w:r>
      <w:r w:rsidRPr="0036097D">
        <w:rPr>
          <w:rFonts w:ascii="Times New Roman" w:hAnsi="Times New Roman"/>
          <w:sz w:val="28"/>
          <w:szCs w:val="28"/>
        </w:rPr>
        <w:t>проектов нормативных правовых ак</w:t>
      </w:r>
      <w:r>
        <w:rPr>
          <w:rFonts w:ascii="Times New Roman" w:hAnsi="Times New Roman"/>
          <w:sz w:val="28"/>
          <w:szCs w:val="28"/>
        </w:rPr>
        <w:t xml:space="preserve">тов муниципального образования </w:t>
      </w:r>
      <w:r w:rsidRPr="0036097D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 xml:space="preserve">ьный округ Сахалинской области </w:t>
      </w:r>
      <w:r w:rsidRPr="0036097D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 w:rsidRPr="00924B3C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62E41EB9" w14:textId="734A414E" w:rsidR="00E821B2" w:rsidRDefault="00E821B2" w:rsidP="00547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B3C">
        <w:rPr>
          <w:rFonts w:ascii="Times New Roman" w:hAnsi="Times New Roman"/>
          <w:sz w:val="28"/>
          <w:szCs w:val="28"/>
        </w:rPr>
        <w:t>2. Признат</w:t>
      </w:r>
      <w:r w:rsidR="007E349A">
        <w:rPr>
          <w:rFonts w:ascii="Times New Roman" w:hAnsi="Times New Roman"/>
          <w:sz w:val="28"/>
          <w:szCs w:val="28"/>
        </w:rPr>
        <w:t>ь утратившим</w:t>
      </w:r>
      <w:r>
        <w:rPr>
          <w:rFonts w:ascii="Times New Roman" w:hAnsi="Times New Roman"/>
          <w:sz w:val="28"/>
          <w:szCs w:val="28"/>
        </w:rPr>
        <w:t xml:space="preserve"> силу постановление</w:t>
      </w:r>
      <w:r w:rsidRPr="00924B3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22.03.2023 </w:t>
      </w:r>
      <w:r w:rsidR="005470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169</w:t>
      </w:r>
      <w:r w:rsidRPr="00924B3C">
        <w:rPr>
          <w:rFonts w:ascii="Times New Roman" w:hAnsi="Times New Roman"/>
          <w:sz w:val="28"/>
          <w:szCs w:val="28"/>
        </w:rPr>
        <w:t xml:space="preserve"> «Об утверж</w:t>
      </w:r>
      <w:r>
        <w:rPr>
          <w:rFonts w:ascii="Times New Roman" w:hAnsi="Times New Roman"/>
          <w:sz w:val="28"/>
          <w:szCs w:val="28"/>
        </w:rPr>
        <w:t xml:space="preserve">дении </w:t>
      </w:r>
      <w:r w:rsidRPr="0036097D">
        <w:rPr>
          <w:rFonts w:ascii="Times New Roman" w:hAnsi="Times New Roman"/>
          <w:sz w:val="28"/>
          <w:szCs w:val="28"/>
        </w:rPr>
        <w:t xml:space="preserve">Порядка проведения процедур оценки </w:t>
      </w:r>
      <w:r w:rsidRPr="0036097D">
        <w:rPr>
          <w:rFonts w:ascii="Times New Roman" w:hAnsi="Times New Roman"/>
          <w:sz w:val="28"/>
          <w:szCs w:val="28"/>
        </w:rPr>
        <w:br/>
        <w:t xml:space="preserve">регулирующего воздействия проектов нормативных правовых актов </w:t>
      </w:r>
      <w:r w:rsidRPr="0036097D">
        <w:rPr>
          <w:rFonts w:ascii="Times New Roman" w:hAnsi="Times New Roman"/>
          <w:sz w:val="28"/>
          <w:szCs w:val="28"/>
        </w:rPr>
        <w:br/>
        <w:t>и экспертизы нормативных правовых актов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647B7BAB" w14:textId="77777777" w:rsidR="00E821B2" w:rsidRDefault="00E821B2" w:rsidP="00547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79290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79290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Pr="009477F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Pr="00792901">
        <w:rPr>
          <w:rFonts w:ascii="Times New Roman" w:hAnsi="Times New Roman"/>
          <w:sz w:val="28"/>
          <w:szCs w:val="28"/>
        </w:rPr>
        <w:t>в информационно-</w:t>
      </w:r>
      <w:r>
        <w:rPr>
          <w:rFonts w:ascii="Times New Roman" w:hAnsi="Times New Roman"/>
          <w:sz w:val="28"/>
          <w:szCs w:val="28"/>
        </w:rPr>
        <w:t>теле</w:t>
      </w:r>
      <w:r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0DCF5582" w14:textId="70442E81" w:rsidR="00E609BC" w:rsidRPr="00D12794" w:rsidRDefault="00E821B2" w:rsidP="00547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20026">
        <w:rPr>
          <w:rFonts w:ascii="Times New Roman" w:hAnsi="Times New Roman"/>
          <w:sz w:val="28"/>
          <w:szCs w:val="28"/>
        </w:rPr>
        <w:t xml:space="preserve">. </w:t>
      </w:r>
      <w:r w:rsidRPr="00B72149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>
        <w:rPr>
          <w:rFonts w:ascii="Times New Roman" w:hAnsi="Times New Roman"/>
          <w:sz w:val="28"/>
          <w:szCs w:val="28"/>
        </w:rPr>
        <w:br/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 w:rsidRPr="00847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Л.А.</w:t>
      </w:r>
    </w:p>
    <w:p w14:paraId="0DCF5583" w14:textId="77777777" w:rsidR="00E609BC" w:rsidRPr="00D12794" w:rsidRDefault="00E609BC" w:rsidP="00547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6" w14:textId="77777777" w:rsidR="008629FA" w:rsidRPr="00D12794" w:rsidRDefault="008629FA" w:rsidP="005470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5470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5470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28B518A5" w:rsidR="008629FA" w:rsidRPr="008629FA" w:rsidRDefault="008629FA" w:rsidP="005470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821B2">
        <w:rPr>
          <w:rFonts w:ascii="Times New Roman" w:hAnsi="Times New Roman"/>
          <w:sz w:val="28"/>
          <w:szCs w:val="28"/>
        </w:rPr>
        <w:tab/>
        <w:t xml:space="preserve">      </w:t>
      </w:r>
      <w:r w:rsidR="00EA01ED">
        <w:rPr>
          <w:rFonts w:ascii="Times New Roman" w:hAnsi="Times New Roman"/>
          <w:sz w:val="28"/>
          <w:szCs w:val="28"/>
        </w:rPr>
        <w:t xml:space="preserve">  </w:t>
      </w:r>
    </w:p>
    <w:p w14:paraId="0DCF558E" w14:textId="38EC78CF" w:rsidR="008629FA" w:rsidRPr="00D12794" w:rsidRDefault="00093B08" w:rsidP="005470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54708E" w:rsidRPr="0054708E">
        <w:rPr>
          <w:rFonts w:ascii="Times New Roman" w:hAnsi="Times New Roman"/>
          <w:sz w:val="28"/>
          <w:szCs w:val="28"/>
        </w:rPr>
        <w:t xml:space="preserve"> </w:t>
      </w:r>
      <w:r w:rsidR="0054708E">
        <w:rPr>
          <w:rFonts w:ascii="Times New Roman" w:hAnsi="Times New Roman"/>
          <w:sz w:val="28"/>
          <w:szCs w:val="28"/>
        </w:rPr>
        <w:t xml:space="preserve">                                                                         С.В. Гурьянов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4708E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D4D77" w14:textId="77777777" w:rsidR="0005501E" w:rsidRDefault="0005501E" w:rsidP="0033636C">
      <w:pPr>
        <w:spacing w:after="0" w:line="240" w:lineRule="auto"/>
      </w:pPr>
      <w:r>
        <w:separator/>
      </w:r>
    </w:p>
  </w:endnote>
  <w:endnote w:type="continuationSeparator" w:id="0">
    <w:p w14:paraId="44280CAC" w14:textId="77777777" w:rsidR="0005501E" w:rsidRDefault="0005501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58ACABDE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F5A0C" w14:textId="77777777" w:rsidR="0005501E" w:rsidRDefault="0005501E" w:rsidP="0033636C">
      <w:pPr>
        <w:spacing w:after="0" w:line="240" w:lineRule="auto"/>
      </w:pPr>
      <w:r>
        <w:separator/>
      </w:r>
    </w:p>
  </w:footnote>
  <w:footnote w:type="continuationSeparator" w:id="0">
    <w:p w14:paraId="5DDF2F08" w14:textId="77777777" w:rsidR="0005501E" w:rsidRDefault="0005501E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7653332"/>
      <w:docPartObj>
        <w:docPartGallery w:val="Page Numbers (Top of Page)"/>
        <w:docPartUnique/>
      </w:docPartObj>
    </w:sdtPr>
    <w:sdtEndPr/>
    <w:sdtContent>
      <w:p w14:paraId="434A51AC" w14:textId="7B47033C" w:rsidR="0054708E" w:rsidRDefault="005470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5C4">
          <w:rPr>
            <w:noProof/>
          </w:rPr>
          <w:t>2</w:t>
        </w:r>
        <w:r>
          <w:fldChar w:fldCharType="end"/>
        </w:r>
      </w:p>
    </w:sdtContent>
  </w:sdt>
  <w:p w14:paraId="53F5ABC5" w14:textId="77777777" w:rsidR="0054708E" w:rsidRDefault="005470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501E"/>
    <w:rsid w:val="00093B08"/>
    <w:rsid w:val="00185FEC"/>
    <w:rsid w:val="001E1F9F"/>
    <w:rsid w:val="002003DC"/>
    <w:rsid w:val="002B5CAC"/>
    <w:rsid w:val="0033636C"/>
    <w:rsid w:val="003E4257"/>
    <w:rsid w:val="00520CBF"/>
    <w:rsid w:val="0054708E"/>
    <w:rsid w:val="007E349A"/>
    <w:rsid w:val="008629FA"/>
    <w:rsid w:val="00987DB5"/>
    <w:rsid w:val="00A30AF1"/>
    <w:rsid w:val="00AC72C8"/>
    <w:rsid w:val="00B10ED9"/>
    <w:rsid w:val="00B25688"/>
    <w:rsid w:val="00C02849"/>
    <w:rsid w:val="00D065C4"/>
    <w:rsid w:val="00D12794"/>
    <w:rsid w:val="00D67BD8"/>
    <w:rsid w:val="00DF7897"/>
    <w:rsid w:val="00E37B8A"/>
    <w:rsid w:val="00E609BC"/>
    <w:rsid w:val="00E821B2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A3BE6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2025-10-23T23:01:00Z</dcterms:modified>
</cp:coreProperties>
</file>